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Layout w:type="fixed"/>
        <w:tblLook w:val="04A0"/>
      </w:tblPr>
      <w:tblGrid>
        <w:gridCol w:w="567"/>
        <w:gridCol w:w="617"/>
        <w:gridCol w:w="8989"/>
        <w:gridCol w:w="1701"/>
        <w:gridCol w:w="1417"/>
        <w:gridCol w:w="1559"/>
      </w:tblGrid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A1" w:rsidRDefault="00D96AEB" w:rsidP="00683425">
            <w:pPr>
              <w:jc w:val="center"/>
            </w:pPr>
            <w:bookmarkStart w:id="0" w:name="RANGE!A1:E70"/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Информация о финансировании объектов капитального строительства муниципальной собственности и объектов недвижимого имущества, приобретаемого в муниципальную собственность, за</w:t>
            </w:r>
            <w:r w:rsidR="00683425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A7E9E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="00683425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A7E9E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квартал </w:t>
            </w:r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573F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83425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A77E8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bookmarkEnd w:id="0"/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</w:tr>
      <w:tr w:rsidR="00EB15A1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Default="00EB15A1" w:rsidP="00880939">
            <w:pPr>
              <w:jc w:val="right"/>
            </w:pPr>
            <w:r>
              <w:t>тыс. руб.</w:t>
            </w:r>
          </w:p>
        </w:tc>
      </w:tr>
      <w:tr w:rsidR="00EB15A1" w:rsidRPr="00D96AEB" w:rsidTr="003A7E9E">
        <w:trPr>
          <w:cantSplit/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№ п/п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Наименование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880939">
            <w:pPr>
              <w:jc w:val="center"/>
              <w:rPr>
                <w:b/>
              </w:rPr>
            </w:pPr>
            <w:r w:rsidRPr="004E383D">
              <w:rPr>
                <w:rFonts w:cs="Times New Roman"/>
                <w:b/>
              </w:rPr>
              <w:t>Уточненные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683425">
            <w:pPr>
              <w:jc w:val="center"/>
              <w:rPr>
                <w:b/>
              </w:rPr>
            </w:pPr>
            <w:r w:rsidRPr="004E383D">
              <w:rPr>
                <w:rFonts w:eastAsia="Times New Roman" w:cs="Times New Roman"/>
                <w:b/>
                <w:color w:val="000000"/>
              </w:rPr>
              <w:t>Исполнено</w:t>
            </w:r>
            <w:r>
              <w:rPr>
                <w:rFonts w:eastAsia="Times New Roman" w:cs="Times New Roman"/>
                <w:b/>
                <w:color w:val="000000"/>
              </w:rPr>
              <w:t>на 01.04.202</w:t>
            </w:r>
            <w:r w:rsidR="00683425">
              <w:rPr>
                <w:rFonts w:eastAsia="Times New Roman" w:cs="Times New Roman"/>
                <w:b/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D96AEB" w:rsidP="00880939">
            <w:pPr>
              <w:jc w:val="center"/>
              <w:rPr>
                <w:b/>
              </w:rPr>
            </w:pPr>
            <w:r w:rsidRPr="004E383D">
              <w:rPr>
                <w:rFonts w:eastAsia="Times New Roman" w:cs="Times New Roman"/>
                <w:b/>
                <w:color w:val="000000"/>
              </w:rPr>
              <w:t>% исполнения</w:t>
            </w:r>
          </w:p>
        </w:tc>
      </w:tr>
    </w:tbl>
    <w:p w:rsidR="00EB15A1" w:rsidRPr="00D96AEB" w:rsidRDefault="00EB15A1">
      <w:pPr>
        <w:rPr>
          <w:b/>
          <w:sz w:val="2"/>
        </w:rPr>
      </w:pPr>
    </w:p>
    <w:tbl>
      <w:tblPr>
        <w:tblW w:w="14850" w:type="dxa"/>
        <w:tblLayout w:type="fixed"/>
        <w:tblLook w:val="04A0"/>
      </w:tblPr>
      <w:tblGrid>
        <w:gridCol w:w="567"/>
        <w:gridCol w:w="617"/>
        <w:gridCol w:w="8989"/>
        <w:gridCol w:w="1701"/>
        <w:gridCol w:w="1417"/>
        <w:gridCol w:w="1559"/>
      </w:tblGrid>
      <w:tr w:rsidR="00EB15A1" w:rsidRPr="00D96AEB" w:rsidTr="003A7E9E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1</w:t>
            </w:r>
          </w:p>
        </w:tc>
        <w:tc>
          <w:tcPr>
            <w:tcW w:w="9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5</w:t>
            </w:r>
          </w:p>
        </w:tc>
      </w:tr>
      <w:tr w:rsidR="00EB15A1" w:rsidRPr="00D96AEB" w:rsidTr="003A7E9E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D96AEB" w:rsidRDefault="00EB15A1" w:rsidP="00880939">
            <w:pPr>
              <w:jc w:val="center"/>
              <w:rPr>
                <w:b/>
              </w:rPr>
            </w:pPr>
            <w:r w:rsidRPr="00D96AEB">
              <w:rPr>
                <w:b/>
              </w:rPr>
              <w:t>Раздел I. Перечень объектов капитального строительства муниципальной собственности</w:t>
            </w:r>
          </w:p>
        </w:tc>
      </w:tr>
      <w:tr w:rsidR="00EB15A1" w:rsidRPr="00D96AEB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683425" w:rsidRDefault="00683425" w:rsidP="00880939">
            <w:pPr>
              <w:jc w:val="right"/>
              <w:rPr>
                <w:b/>
              </w:rPr>
            </w:pPr>
            <w:r w:rsidRPr="00683425">
              <w:rPr>
                <w:b/>
              </w:rPr>
              <w:t>46 797,6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683425" w:rsidRDefault="00683425" w:rsidP="00880939">
            <w:pPr>
              <w:jc w:val="right"/>
              <w:rPr>
                <w:b/>
              </w:rPr>
            </w:pPr>
            <w:r w:rsidRPr="00683425">
              <w:rPr>
                <w:b/>
              </w:rPr>
              <w:t>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D4561B" w:rsidP="00D4561B">
            <w:pPr>
              <w:jc w:val="right"/>
              <w:rPr>
                <w:b/>
              </w:rPr>
            </w:pPr>
            <w:r w:rsidRPr="00D4561B">
              <w:rPr>
                <w:b/>
              </w:rPr>
              <w:t>0,</w:t>
            </w:r>
            <w:r>
              <w:rPr>
                <w:b/>
              </w:rPr>
              <w:t>1</w:t>
            </w:r>
          </w:p>
        </w:tc>
      </w:tr>
      <w:tr w:rsidR="00EB15A1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</w:pPr>
            <w:r w:rsidRPr="0096058D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A1" w:rsidRPr="0096058D" w:rsidRDefault="00683425" w:rsidP="00880939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683425" w:rsidP="00880939">
            <w:pPr>
              <w:jc w:val="right"/>
            </w:pPr>
            <w:r>
              <w:t>46 797,6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683425" w:rsidP="00880939">
            <w:pPr>
              <w:jc w:val="right"/>
            </w:pPr>
            <w:r w:rsidRPr="00570E66">
              <w:t>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D4561B" w:rsidRDefault="00D4561B" w:rsidP="00880939">
            <w:pPr>
              <w:jc w:val="right"/>
            </w:pPr>
            <w:r w:rsidRPr="00D4561B">
              <w:t>0,1</w:t>
            </w:r>
          </w:p>
        </w:tc>
      </w:tr>
      <w:tr w:rsidR="00EB15A1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A1" w:rsidRPr="0096058D" w:rsidRDefault="00EB15A1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683425" w:rsidRDefault="00683425" w:rsidP="003B0300">
            <w:pPr>
              <w:jc w:val="right"/>
              <w:rPr>
                <w:b/>
              </w:rPr>
            </w:pPr>
            <w:r w:rsidRPr="00683425">
              <w:rPr>
                <w:b/>
              </w:rPr>
              <w:t>94 587,3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5A1" w:rsidRPr="0096058D" w:rsidRDefault="00EB15A1" w:rsidP="00880939">
            <w:pPr>
              <w:jc w:val="right"/>
              <w:rPr>
                <w:b/>
              </w:rPr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котельной по адресу: ул. Вокзальная, д.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6 700,0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котельной по адресу:</w:t>
            </w:r>
            <w:r w:rsidR="00B11ECC">
              <w:t xml:space="preserve"> </w:t>
            </w:r>
            <w:r w:rsidRPr="00C041D7">
              <w:t>г. Саратов, Сокурский тракт, 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3 100,0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1 437,0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узла учета газа котельной бани №16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1 697,0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узла учета газа котельной бани №7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узла учета газа котельной бани №8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Реконструкция участка системы водоснабжения села Поповка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12 665,2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Строительство и реконструкция объектов водоснабжения к р.п. Соколовый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10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Строительство и реконструкция объектов водоснабжения к с. Березина Речка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3 612,5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11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C041D7" w:rsidRDefault="00683425" w:rsidP="000D7BB3">
            <w:pPr>
              <w:jc w:val="right"/>
            </w:pPr>
            <w:r w:rsidRPr="00C041D7">
              <w:t>4 360,0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12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Строительство объектов инженерной инфраструктуры в пос. Воробьевка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041A95" w:rsidRDefault="00683425" w:rsidP="000D7BB3">
            <w:pPr>
              <w:jc w:val="right"/>
            </w:pPr>
            <w:r w:rsidRPr="00DC1803">
              <w:t>4</w:t>
            </w:r>
            <w:r>
              <w:t xml:space="preserve"> </w:t>
            </w:r>
            <w:r w:rsidRPr="00DC1803">
              <w:t>013,4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 w:rsidRPr="0096058D">
              <w:t>13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Pr="00C041D7" w:rsidRDefault="00683425" w:rsidP="000D7BB3">
            <w:r w:rsidRPr="00C041D7">
              <w:t>Строительство объектов инженерной инфраструктуры в пос. Латухино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041A95" w:rsidRDefault="00683425" w:rsidP="000D7BB3">
            <w:pPr>
              <w:jc w:val="right"/>
            </w:pPr>
            <w:r w:rsidRPr="00DC1803">
              <w:t>50</w:t>
            </w:r>
            <w:r>
              <w:t xml:space="preserve"> </w:t>
            </w:r>
            <w:r w:rsidRPr="00DC1803">
              <w:t>830,2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F40F65">
        <w:trPr>
          <w:cantSplit/>
          <w:trHeight w:val="77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C041D7" w:rsidRDefault="00683425" w:rsidP="00683425">
            <w:pPr>
              <w:jc w:val="center"/>
            </w:pPr>
            <w:r w:rsidRPr="0096058D">
              <w:rPr>
                <w:b/>
              </w:rP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885,5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683425">
        <w:trPr>
          <w:cantSplit/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880939">
            <w:pPr>
              <w:jc w:val="center"/>
            </w:pPr>
            <w:r>
              <w:t>14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3425" w:rsidRDefault="00683425" w:rsidP="000D7BB3">
            <w:r>
              <w:t>Реконструкция узла учета газа, расположенного по адресу: г. Саратов, ул. Олимпийская 1, стадион «Салют»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Default="00683425" w:rsidP="000D7BB3">
            <w:pPr>
              <w:jc w:val="right"/>
            </w:pPr>
            <w:r>
              <w:t>885,5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Default="00683425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683425" w:rsidP="00880939">
            <w:pPr>
              <w:jc w:val="right"/>
            </w:pPr>
          </w:p>
        </w:tc>
      </w:tr>
      <w:tr w:rsidR="00683425" w:rsidTr="00B11ECC">
        <w:trPr>
          <w:cantSplit/>
          <w:trHeight w:val="56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425" w:rsidRPr="0096058D" w:rsidRDefault="00683425" w:rsidP="000D7BB3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425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2 547 615,5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425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51 960,1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425" w:rsidRPr="0096058D" w:rsidRDefault="009039DE" w:rsidP="000D7BB3">
            <w:pPr>
              <w:jc w:val="right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lastRenderedPageBreak/>
              <w:t>15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Детский сад на 160 мест в ЖК «Изумрудный» в Волжском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90114D">
              <w:t>2</w:t>
            </w:r>
            <w:r>
              <w:t xml:space="preserve"> </w:t>
            </w:r>
            <w:r w:rsidRPr="0090114D">
              <w:t>046,6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t>16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 xml:space="preserve">Детский сад на 160 мест в Заводском районе г. Саратова по адресу: г. Саратов, </w:t>
            </w:r>
            <w:r w:rsidR="00B11ECC">
              <w:br/>
            </w:r>
            <w:r w:rsidRPr="00C041D7">
              <w:t>ул. Огородная, 176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1 919,3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1 919,2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D4561B" w:rsidP="00880939">
            <w:pPr>
              <w:jc w:val="right"/>
            </w:pPr>
            <w:r>
              <w:t>99,9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t>17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2 200,7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2 200,6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D4561B" w:rsidP="00880939">
            <w:pPr>
              <w:jc w:val="right"/>
            </w:pPr>
            <w:r>
              <w:t>99,9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t>18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A1369D">
              <w:t>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t>19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4 500,1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>
              <w:t>20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Здание физкультурно-оздоровительного комплекса «Торпедо»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315,2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Ливневая канализация по ул. им. Бардина И.П., от ул. им. Блинова Ф.А., ул. им. Академика О.К. Антонова до ул. им. Тархова С.Ф. Ленинского района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  <w:trHeight w:val="5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A1369D">
              <w:t>1</w:t>
            </w:r>
            <w:r>
              <w:t> </w:t>
            </w:r>
            <w:r w:rsidRPr="00A1369D">
              <w:t>69</w:t>
            </w:r>
            <w:r>
              <w:t>4 8</w:t>
            </w:r>
            <w:r w:rsidRPr="00A1369D">
              <w:t>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13 151,8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D4561B" w:rsidP="00880939">
            <w:pPr>
              <w:jc w:val="right"/>
            </w:pPr>
            <w:r>
              <w:t>0,78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 xml:space="preserve">Пристройка к МОУ «СОШ № 66 имени Н.И. Вавилова» по адресу: г. Саратов, </w:t>
            </w:r>
            <w:r w:rsidR="00B11ECC">
              <w:br/>
            </w:r>
            <w:r w:rsidRPr="00C041D7">
              <w:t>ул. Державинская,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125 020,4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Пристройка на 275 мест к МОУ «СОШ № 103»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A1369D">
              <w:t>25</w:t>
            </w:r>
            <w:r>
              <w:t xml:space="preserve"> </w:t>
            </w:r>
            <w:r w:rsidRPr="00A1369D">
              <w:t>018,1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Реконструкция стадиона «Спартак», по адресу: г. Саратов, ул. Дегтярная,12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Снегоплавильный комплекс на ул. Ипподромная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</w:pPr>
            <w:r>
              <w:t>22,4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0D7BB3">
            <w:pPr>
              <w:jc w:val="center"/>
            </w:pPr>
            <w:r w:rsidRPr="0096058D">
              <w:t>27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Школа в ЖК «Ласточкино»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356 954,6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34 673,5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</w:pPr>
            <w:r>
              <w:t>9,7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9B2896">
            <w:pPr>
              <w:jc w:val="center"/>
            </w:pPr>
            <w:r w:rsidRPr="0096058D">
              <w:t>2</w:t>
            </w:r>
            <w:r>
              <w:t>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Школа на 825 мест по ул. Ипподромная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332 578,6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1 023 870,1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66 938,7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29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Организация наружного освещения на подъездной дороге к ДОЛ «Звездочка»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2 200,5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Реконструкция автомобильной дороги в пос. Юриш от ул. 3-й Линии до юго-западной границы земельного участка с кадастровым номером 64:48:020308:2204 в Заводском районе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6 879,3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Реконструкция автомобильной дороги по ул. Б. Горной от ул. Симбирской до ул. им. Горького А.М. в Кировском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Реконструкция автомобильной дороги по ул. им. Академика Вавилова Н.И.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2 168,2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</w:t>
            </w:r>
            <w:r w:rsidR="00B11ECC">
              <w:t>и «п. Солнечный-2 – п. Расково»</w:t>
            </w:r>
            <w:r w:rsidRPr="00C041D7">
              <w:t xml:space="preserve"> в Кировском и Гагаринском районах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11 738,9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lastRenderedPageBreak/>
              <w:t>34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от ул. Аэропорт до 2-го Магнитного проезда и Высокого проезда в Кировском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4 261,4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 xml:space="preserve">Строительство автомобильной дороги по ул. Большая Азовская в Заводском районе </w:t>
            </w:r>
            <w:r w:rsidR="00B11ECC">
              <w:br/>
            </w:r>
            <w:r w:rsidRPr="00C041D7">
              <w:t>г. Саратов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3 620,0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286,9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37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по ул. им. Михаила Булгакова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130 121,8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1 409,8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</w:pPr>
            <w:r>
              <w:t>1,1</w:t>
            </w: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Default="009B2896" w:rsidP="00880939">
            <w:pPr>
              <w:jc w:val="center"/>
            </w:pPr>
            <w:r>
              <w:t>38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C041D7">
              <w:t>176</w:t>
            </w:r>
            <w:r>
              <w:t xml:space="preserve"> </w:t>
            </w:r>
            <w:r w:rsidRPr="00C041D7">
              <w:t>035,1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Default="009B2896" w:rsidP="00880939">
            <w:pPr>
              <w:jc w:val="center"/>
            </w:pPr>
            <w:r>
              <w:t>39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по ул. Прудная в Заводском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4 180,0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Default="009B2896" w:rsidP="00880939">
            <w:pPr>
              <w:jc w:val="center"/>
            </w:pPr>
            <w:r>
              <w:t>40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8 557,3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Default="009B2896" w:rsidP="00880939">
            <w:pPr>
              <w:jc w:val="center"/>
            </w:pPr>
            <w:r>
              <w:t>41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665 101,5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595F7C">
              <w:t>65 528,9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</w:pPr>
            <w:r>
              <w:t>9,9</w:t>
            </w:r>
          </w:p>
        </w:tc>
      </w:tr>
      <w:tr w:rsidR="009B2896" w:rsidTr="003A7E9E">
        <w:trPr>
          <w:cantSplit/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Default="009B2896" w:rsidP="00880939">
            <w:pPr>
              <w:jc w:val="center"/>
            </w:pPr>
            <w:r>
              <w:t>42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Pr="00C041D7" w:rsidRDefault="009B2896" w:rsidP="000D7BB3">
            <w:r w:rsidRPr="00C041D7">
              <w:t xml:space="preserve">Строительство участка автомобильной дороги по ул. Романтиков в районе школы на </w:t>
            </w:r>
            <w:r w:rsidR="00B11ECC">
              <w:br/>
            </w:r>
            <w:r w:rsidRPr="00C041D7">
              <w:t>550 мест в ЖК «Ласточкино» в Ленинском районе г.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041A95">
              <w:t>6 919,2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B2896" w:rsidP="00880939">
            <w:pPr>
              <w:jc w:val="right"/>
            </w:pPr>
          </w:p>
        </w:tc>
      </w:tr>
      <w:tr w:rsidR="009B2896" w:rsidTr="00B11ECC">
        <w:trPr>
          <w:cantSplit/>
          <w:trHeight w:val="651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280 600,0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9B2896" w:rsidRDefault="009B2896" w:rsidP="000D7BB3">
            <w:pPr>
              <w:jc w:val="right"/>
              <w:rPr>
                <w:b/>
              </w:rPr>
            </w:pPr>
            <w:r w:rsidRPr="009B2896">
              <w:rPr>
                <w:b/>
              </w:rPr>
              <w:t>20 244,7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  <w:rPr>
                <w:b/>
              </w:rPr>
            </w:pPr>
            <w:r>
              <w:rPr>
                <w:b/>
              </w:rPr>
              <w:t>7,2</w:t>
            </w:r>
          </w:p>
        </w:tc>
      </w:tr>
      <w:tr w:rsidR="009B2896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</w:pPr>
            <w:r>
              <w:t>43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896" w:rsidRDefault="009B2896" w:rsidP="000D7BB3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C041D7">
              <w:t>280</w:t>
            </w:r>
            <w:r>
              <w:t> </w:t>
            </w:r>
            <w:r w:rsidRPr="00C041D7">
              <w:t>600</w:t>
            </w:r>
            <w: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041A95" w:rsidRDefault="009B2896" w:rsidP="000D7BB3">
            <w:pPr>
              <w:jc w:val="right"/>
            </w:pPr>
            <w:r w:rsidRPr="00984CF7">
              <w:t>20 244,7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</w:pPr>
            <w:r>
              <w:t>7.2</w:t>
            </w:r>
          </w:p>
        </w:tc>
      </w:tr>
      <w:tr w:rsidR="009B2896" w:rsidRPr="00532E0C" w:rsidTr="00B11ECC">
        <w:trPr>
          <w:cantSplit/>
          <w:trHeight w:val="69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B2896" w:rsidRDefault="009B2896" w:rsidP="00880939">
            <w:pPr>
              <w:jc w:val="center"/>
              <w:rPr>
                <w:b/>
              </w:rPr>
            </w:pPr>
            <w:r w:rsidRPr="009B2896">
              <w:rPr>
                <w:b/>
              </w:rP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D4561B" w:rsidRDefault="009B2896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10 174,5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896" w:rsidRPr="00D4561B" w:rsidRDefault="009B2896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279,5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896" w:rsidRPr="0096058D" w:rsidRDefault="009039DE" w:rsidP="00880939">
            <w:pPr>
              <w:jc w:val="right"/>
              <w:rPr>
                <w:b/>
              </w:rPr>
            </w:pPr>
            <w:r>
              <w:rPr>
                <w:b/>
              </w:rPr>
              <w:t>2,7</w:t>
            </w:r>
          </w:p>
        </w:tc>
      </w:tr>
      <w:tr w:rsidR="00D4561B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</w:pPr>
            <w:r>
              <w:t>44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Реконструкция котельных №33 с. Рыбушка, №35 п. Сергиевский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</w:tr>
      <w:tr w:rsidR="00D4561B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</w:pPr>
            <w:r>
              <w:t>45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8 580,0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</w:tr>
      <w:tr w:rsidR="00D4561B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Default="00D4561B" w:rsidP="00880939">
            <w:pPr>
              <w:jc w:val="center"/>
            </w:pPr>
            <w:r>
              <w:t>46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279,5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  <w:r w:rsidRPr="00984CF7">
              <w:t>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Default="009039DE" w:rsidP="00880939">
            <w:pPr>
              <w:jc w:val="right"/>
            </w:pPr>
            <w:r>
              <w:t>100</w:t>
            </w:r>
          </w:p>
        </w:tc>
      </w:tr>
      <w:tr w:rsidR="00D4561B" w:rsidRPr="00532E0C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Default="00D4561B" w:rsidP="00880939">
            <w:pPr>
              <w:jc w:val="center"/>
            </w:pPr>
            <w:r>
              <w:t>47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Pr="0096058D" w:rsidRDefault="00D4561B" w:rsidP="00880939">
            <w:r>
              <w:t>Строительство системы водоснабжения по ул. Садовая в п. Дубки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>
            <w:pPr>
              <w:jc w:val="right"/>
            </w:pPr>
          </w:p>
        </w:tc>
      </w:tr>
      <w:tr w:rsidR="00D4561B" w:rsidTr="00B11ECC">
        <w:trPr>
          <w:cantSplit/>
          <w:trHeight w:val="273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t>Всего по разделу: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  <w:i/>
              </w:rPr>
            </w:pPr>
            <w:r w:rsidRPr="00D4561B">
              <w:rPr>
                <w:b/>
                <w:i/>
              </w:rPr>
              <w:t>4 004 530,5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  <w:i/>
              </w:rPr>
            </w:pPr>
            <w:r w:rsidRPr="00D4561B">
              <w:rPr>
                <w:b/>
                <w:i/>
              </w:rPr>
              <w:t>139 463,6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3,5</w:t>
            </w:r>
          </w:p>
        </w:tc>
      </w:tr>
      <w:tr w:rsidR="009B2896" w:rsidTr="00B11ECC">
        <w:trPr>
          <w:cantSplit/>
          <w:trHeight w:val="3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896" w:rsidRPr="0096058D" w:rsidRDefault="009B2896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lastRenderedPageBreak/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D4561B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КОМИТЕТ ПО УПРАВЛЕНИЮ ИМУЩЕСТВОМ ГОРОДА САРАТОВА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56 114,4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11 574,1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  <w:rPr>
                <w:b/>
              </w:rPr>
            </w:pPr>
            <w:r>
              <w:rPr>
                <w:b/>
              </w:rPr>
              <w:t>20,6</w:t>
            </w:r>
          </w:p>
        </w:tc>
      </w:tr>
      <w:tr w:rsidR="00D4561B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</w:pPr>
            <w:r w:rsidRPr="0096058D">
              <w:t>1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C041D7">
              <w:t>45</w:t>
            </w:r>
            <w:r>
              <w:t> </w:t>
            </w:r>
            <w:r w:rsidRPr="00C041D7">
              <w:t>000</w:t>
            </w:r>
            <w: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984CF7">
              <w:t>11 574,1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</w:pPr>
            <w:r>
              <w:t>25,7</w:t>
            </w:r>
          </w:p>
        </w:tc>
      </w:tr>
      <w:tr w:rsidR="00D4561B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</w:pPr>
            <w:r>
              <w:t>2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11 114,4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D4561B" w:rsidP="00880939">
            <w:pPr>
              <w:jc w:val="right"/>
            </w:pPr>
          </w:p>
        </w:tc>
      </w:tr>
      <w:tr w:rsidR="00D4561B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D4561B" w:rsidRDefault="00D4561B" w:rsidP="00880939">
            <w:pPr>
              <w:jc w:val="center"/>
              <w:rPr>
                <w:b/>
              </w:rPr>
            </w:pPr>
            <w:r w:rsidRPr="00D4561B">
              <w:rPr>
                <w:b/>
              </w:rP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1 296 794,4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</w:rPr>
            </w:pPr>
            <w:r w:rsidRPr="00D4561B">
              <w:rPr>
                <w:b/>
              </w:rPr>
              <w:t>806 920,8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  <w:rPr>
                <w:b/>
              </w:rPr>
            </w:pPr>
            <w:r>
              <w:rPr>
                <w:b/>
              </w:rPr>
              <w:t>62,2</w:t>
            </w:r>
          </w:p>
        </w:tc>
      </w:tr>
      <w:tr w:rsidR="00D4561B" w:rsidTr="003A7E9E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</w:pPr>
            <w:r>
              <w:t>3</w:t>
            </w:r>
          </w:p>
        </w:tc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61B" w:rsidRDefault="00D4561B" w:rsidP="000D7BB3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041A95">
              <w:t>1 296 794,4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041A95" w:rsidRDefault="00D4561B" w:rsidP="000D7BB3">
            <w:pPr>
              <w:jc w:val="right"/>
            </w:pPr>
            <w:r w:rsidRPr="0096322D">
              <w:t>806 920,8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</w:pPr>
            <w:r>
              <w:t>62,2</w:t>
            </w:r>
          </w:p>
        </w:tc>
      </w:tr>
      <w:tr w:rsidR="00D4561B" w:rsidTr="003A7E9E">
        <w:trPr>
          <w:cantSplit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1B" w:rsidRPr="0096058D" w:rsidRDefault="00D4561B" w:rsidP="00880939">
            <w:pPr>
              <w:jc w:val="center"/>
              <w:rPr>
                <w:b/>
                <w:i/>
              </w:rPr>
            </w:pPr>
            <w:r w:rsidRPr="0096058D">
              <w:rPr>
                <w:b/>
                <w:i/>
              </w:rPr>
              <w:t>Всего по разделу: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  <w:i/>
              </w:rPr>
            </w:pPr>
            <w:r w:rsidRPr="00D4561B">
              <w:rPr>
                <w:b/>
                <w:i/>
              </w:rPr>
              <w:t>1 352 908,8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Pr="00D4561B" w:rsidRDefault="00D4561B" w:rsidP="000D7BB3">
            <w:pPr>
              <w:jc w:val="right"/>
              <w:rPr>
                <w:b/>
                <w:i/>
              </w:rPr>
            </w:pPr>
            <w:r w:rsidRPr="00D4561B">
              <w:rPr>
                <w:b/>
                <w:i/>
              </w:rPr>
              <w:t>818 494,9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61B" w:rsidRPr="0096058D" w:rsidRDefault="009039DE" w:rsidP="008809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60,5</w:t>
            </w:r>
          </w:p>
        </w:tc>
      </w:tr>
      <w:tr w:rsidR="009039DE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9DE" w:rsidRPr="0096058D" w:rsidRDefault="009039DE" w:rsidP="00880939">
            <w:pPr>
              <w:jc w:val="center"/>
              <w:rPr>
                <w:b/>
              </w:rPr>
            </w:pPr>
            <w:r w:rsidRPr="0096058D">
              <w:rPr>
                <w:b/>
              </w:rPr>
              <w:t>Итого по Перечню: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9DE" w:rsidRPr="00041A95" w:rsidRDefault="009039DE" w:rsidP="000D7BB3">
            <w:pPr>
              <w:jc w:val="right"/>
              <w:rPr>
                <w:b/>
                <w:bCs/>
              </w:rPr>
            </w:pPr>
            <w:r w:rsidRPr="00C50004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Pr="00C50004">
              <w:rPr>
                <w:b/>
                <w:bCs/>
              </w:rPr>
              <w:t>357</w:t>
            </w:r>
            <w:r>
              <w:rPr>
                <w:b/>
                <w:bCs/>
              </w:rPr>
              <w:t xml:space="preserve"> </w:t>
            </w:r>
            <w:r w:rsidRPr="00C50004">
              <w:rPr>
                <w:b/>
                <w:bCs/>
              </w:rPr>
              <w:t>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9DE" w:rsidRPr="00041A95" w:rsidRDefault="009039DE" w:rsidP="000D7BB3">
            <w:pPr>
              <w:jc w:val="right"/>
              <w:rPr>
                <w:b/>
                <w:bCs/>
              </w:rPr>
            </w:pPr>
            <w:r w:rsidRPr="0096322D">
              <w:rPr>
                <w:b/>
                <w:bCs/>
              </w:rPr>
              <w:t>957</w:t>
            </w:r>
            <w:r>
              <w:rPr>
                <w:b/>
                <w:bCs/>
              </w:rPr>
              <w:t xml:space="preserve"> </w:t>
            </w:r>
            <w:r w:rsidRPr="0096322D">
              <w:rPr>
                <w:b/>
                <w:bCs/>
              </w:rPr>
              <w:t>958,5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9DE" w:rsidRPr="0096058D" w:rsidRDefault="009039DE" w:rsidP="008809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17,9</w:t>
            </w:r>
          </w:p>
        </w:tc>
      </w:tr>
      <w:tr w:rsidR="00D4561B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</w:tr>
      <w:tr w:rsidR="00D4561B" w:rsidTr="003A7E9E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</w:tr>
      <w:tr w:rsidR="00D4561B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9DE" w:rsidRDefault="009039DE" w:rsidP="00880939"/>
          <w:p w:rsidR="00B11ECC" w:rsidRDefault="00B11ECC" w:rsidP="00880939"/>
          <w:p w:rsidR="00D4561B" w:rsidRDefault="00D4561B" w:rsidP="00880939">
            <w:r>
              <w:t>Председатель комитета по финансам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</w:tr>
      <w:tr w:rsidR="00D4561B" w:rsidTr="003A7E9E">
        <w:trPr>
          <w:cantSplit/>
        </w:trPr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>
            <w:r>
              <w:t>муниципального образования «Город Саратов»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/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61B" w:rsidRDefault="00D4561B" w:rsidP="00880939">
            <w:pPr>
              <w:jc w:val="right"/>
            </w:pPr>
            <w:r>
              <w:t>А.С. Струков</w:t>
            </w:r>
          </w:p>
        </w:tc>
      </w:tr>
    </w:tbl>
    <w:p w:rsidR="00EB15A1" w:rsidRPr="00377200" w:rsidRDefault="00EB15A1" w:rsidP="00EB15A1"/>
    <w:p w:rsidR="00E2598B" w:rsidRPr="00EB15A1" w:rsidRDefault="00E2598B" w:rsidP="00EB15A1"/>
    <w:sectPr w:rsidR="00E2598B" w:rsidRPr="00EB15A1" w:rsidSect="00EB15A1">
      <w:headerReference w:type="even" r:id="rId8"/>
      <w:headerReference w:type="default" r:id="rId9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6F3" w:rsidRDefault="004206F3" w:rsidP="00EB15A1">
      <w:r>
        <w:separator/>
      </w:r>
    </w:p>
  </w:endnote>
  <w:endnote w:type="continuationSeparator" w:id="1">
    <w:p w:rsidR="004206F3" w:rsidRDefault="004206F3" w:rsidP="00EB1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6F3" w:rsidRDefault="004206F3" w:rsidP="00EB15A1">
      <w:r>
        <w:separator/>
      </w:r>
    </w:p>
  </w:footnote>
  <w:footnote w:type="continuationSeparator" w:id="1">
    <w:p w:rsidR="004206F3" w:rsidRDefault="004206F3" w:rsidP="00EB1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A1" w:rsidRDefault="006E32E8" w:rsidP="007C6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5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15A1" w:rsidRDefault="00EB15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A1" w:rsidRDefault="006E32E8" w:rsidP="007C6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5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1ECC">
      <w:rPr>
        <w:rStyle w:val="a7"/>
        <w:noProof/>
      </w:rPr>
      <w:t>3</w:t>
    </w:r>
    <w:r>
      <w:rPr>
        <w:rStyle w:val="a7"/>
      </w:rPr>
      <w:fldChar w:fldCharType="end"/>
    </w:r>
  </w:p>
  <w:p w:rsidR="00EB15A1" w:rsidRDefault="00EB15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B15A1"/>
    <w:rsid w:val="00001C24"/>
    <w:rsid w:val="00002942"/>
    <w:rsid w:val="000316EA"/>
    <w:rsid w:val="00113DB2"/>
    <w:rsid w:val="001359C2"/>
    <w:rsid w:val="001467A0"/>
    <w:rsid w:val="001A2560"/>
    <w:rsid w:val="001C2C12"/>
    <w:rsid w:val="00232A85"/>
    <w:rsid w:val="002418D4"/>
    <w:rsid w:val="00253B49"/>
    <w:rsid w:val="0027677B"/>
    <w:rsid w:val="002C3F39"/>
    <w:rsid w:val="002D18D0"/>
    <w:rsid w:val="00306513"/>
    <w:rsid w:val="00310C9D"/>
    <w:rsid w:val="003272D3"/>
    <w:rsid w:val="003459A1"/>
    <w:rsid w:val="00382332"/>
    <w:rsid w:val="00392966"/>
    <w:rsid w:val="003A7E9E"/>
    <w:rsid w:val="003B0300"/>
    <w:rsid w:val="003B2D60"/>
    <w:rsid w:val="00401C0C"/>
    <w:rsid w:val="004027A6"/>
    <w:rsid w:val="00404E69"/>
    <w:rsid w:val="004206F3"/>
    <w:rsid w:val="004C7B72"/>
    <w:rsid w:val="004E0DC5"/>
    <w:rsid w:val="00510309"/>
    <w:rsid w:val="00532E0C"/>
    <w:rsid w:val="00534946"/>
    <w:rsid w:val="005527DB"/>
    <w:rsid w:val="005663F2"/>
    <w:rsid w:val="00585E98"/>
    <w:rsid w:val="00586EDD"/>
    <w:rsid w:val="00597668"/>
    <w:rsid w:val="005B4354"/>
    <w:rsid w:val="0064025C"/>
    <w:rsid w:val="006406EF"/>
    <w:rsid w:val="00643FF5"/>
    <w:rsid w:val="006808C6"/>
    <w:rsid w:val="00683425"/>
    <w:rsid w:val="00695E6A"/>
    <w:rsid w:val="006D6463"/>
    <w:rsid w:val="006E32E8"/>
    <w:rsid w:val="006F2758"/>
    <w:rsid w:val="006F2A35"/>
    <w:rsid w:val="00703FFF"/>
    <w:rsid w:val="007205B7"/>
    <w:rsid w:val="007575DF"/>
    <w:rsid w:val="007E3401"/>
    <w:rsid w:val="0080092E"/>
    <w:rsid w:val="00865D03"/>
    <w:rsid w:val="00890F8C"/>
    <w:rsid w:val="0089522A"/>
    <w:rsid w:val="008D7D75"/>
    <w:rsid w:val="009039DE"/>
    <w:rsid w:val="00956C3A"/>
    <w:rsid w:val="0096058D"/>
    <w:rsid w:val="00967EC7"/>
    <w:rsid w:val="009761FB"/>
    <w:rsid w:val="009B2896"/>
    <w:rsid w:val="009C0B9A"/>
    <w:rsid w:val="009C45FA"/>
    <w:rsid w:val="009E6544"/>
    <w:rsid w:val="00A24CAF"/>
    <w:rsid w:val="00A36898"/>
    <w:rsid w:val="00A8776F"/>
    <w:rsid w:val="00B11ECC"/>
    <w:rsid w:val="00B22AED"/>
    <w:rsid w:val="00B912FD"/>
    <w:rsid w:val="00BA2364"/>
    <w:rsid w:val="00C33CEA"/>
    <w:rsid w:val="00C468EC"/>
    <w:rsid w:val="00C8096A"/>
    <w:rsid w:val="00C847FD"/>
    <w:rsid w:val="00C93709"/>
    <w:rsid w:val="00D032A3"/>
    <w:rsid w:val="00D24B6C"/>
    <w:rsid w:val="00D4561B"/>
    <w:rsid w:val="00D573F4"/>
    <w:rsid w:val="00D96AEB"/>
    <w:rsid w:val="00DC3AF3"/>
    <w:rsid w:val="00DE22BB"/>
    <w:rsid w:val="00E2598B"/>
    <w:rsid w:val="00E6755B"/>
    <w:rsid w:val="00E926F1"/>
    <w:rsid w:val="00E97C9F"/>
    <w:rsid w:val="00EB15A1"/>
    <w:rsid w:val="00ED2F21"/>
    <w:rsid w:val="00ED4DE4"/>
    <w:rsid w:val="00F3707E"/>
    <w:rsid w:val="00F6400A"/>
    <w:rsid w:val="00FA23F6"/>
    <w:rsid w:val="00FD6167"/>
    <w:rsid w:val="00FE4F9F"/>
    <w:rsid w:val="00FE512A"/>
    <w:rsid w:val="00FF2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15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15A1"/>
  </w:style>
  <w:style w:type="paragraph" w:styleId="a5">
    <w:name w:val="footer"/>
    <w:basedOn w:val="a"/>
    <w:link w:val="a6"/>
    <w:uiPriority w:val="99"/>
    <w:semiHidden/>
    <w:unhideWhenUsed/>
    <w:rsid w:val="00EB15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15A1"/>
  </w:style>
  <w:style w:type="character" w:styleId="a7">
    <w:name w:val="page number"/>
    <w:basedOn w:val="a0"/>
    <w:uiPriority w:val="99"/>
    <w:semiHidden/>
    <w:unhideWhenUsed/>
    <w:rsid w:val="00EB15A1"/>
  </w:style>
  <w:style w:type="paragraph" w:styleId="a8">
    <w:name w:val="Balloon Text"/>
    <w:basedOn w:val="a"/>
    <w:link w:val="a9"/>
    <w:uiPriority w:val="99"/>
    <w:semiHidden/>
    <w:unhideWhenUsed/>
    <w:rsid w:val="003A7E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inYV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2463-320E-41EE-AC16-47107069A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simkinYV</dc:creator>
  <cp:lastModifiedBy>AcstVS</cp:lastModifiedBy>
  <cp:revision>4</cp:revision>
  <cp:lastPrinted>2022-04-20T08:15:00Z</cp:lastPrinted>
  <dcterms:created xsi:type="dcterms:W3CDTF">2023-04-18T07:01:00Z</dcterms:created>
  <dcterms:modified xsi:type="dcterms:W3CDTF">2023-04-18T07:12:00Z</dcterms:modified>
</cp:coreProperties>
</file>